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 w:type="dxa"/>
        <w:tblLayout w:type="fixed"/>
        <w:tblCellMar>
          <w:left w:w="0" w:type="dxa"/>
          <w:right w:w="0" w:type="dxa"/>
        </w:tblCellMar>
        <w:tblLook w:val="0000" w:firstRow="0" w:lastRow="0" w:firstColumn="0" w:lastColumn="0" w:noHBand="0" w:noVBand="0"/>
      </w:tblPr>
      <w:tblGrid>
        <w:gridCol w:w="5216"/>
        <w:gridCol w:w="4309"/>
      </w:tblGrid>
      <w:tr w:rsidR="00F158E9" w14:paraId="0871BA67" w14:textId="77777777">
        <w:trPr>
          <w:cantSplit/>
          <w:trHeight w:val="284"/>
        </w:trPr>
        <w:tc>
          <w:tcPr>
            <w:tcW w:w="9498" w:type="dxa"/>
            <w:gridSpan w:val="2"/>
          </w:tcPr>
          <w:p w14:paraId="5996A622" w14:textId="77777777" w:rsidR="00F158E9" w:rsidRDefault="00330D03">
            <w:pPr>
              <w:pStyle w:val="Heading4"/>
              <w:framePr w:w="9526" w:h="1474" w:wrap="notBeside" w:y="3063"/>
            </w:pPr>
            <w:r>
              <w:fldChar w:fldCharType="begin">
                <w:ffData>
                  <w:name w:val=""/>
                  <w:enabled/>
                  <w:calcOnExit w:val="0"/>
                  <w:helpText w:type="text" w:val="Sisestage siia käskkirja väljaandja ametinimetus.&#10;&#10;Näiteks: JUHATUSE ESIMEES&#10;&#10;Seejärel liikuge Tab klahviga järgmisele väljale."/>
                  <w:statusText w:type="text" w:val="Sisestage siia käskkirja väljaandja ametinimetus (vt F1)"/>
                  <w:textInput>
                    <w:format w:val="Ülaregister"/>
                  </w:textInput>
                </w:ffData>
              </w:fldChar>
            </w:r>
            <w:r>
              <w:instrText xml:space="preserve"> FORMTEXT </w:instrText>
            </w:r>
            <w:r>
              <w:fldChar w:fldCharType="separate"/>
            </w:r>
            <w:r w:rsidR="00887527">
              <w:t>METSAKASVATUSTALITUSE JUHATAJA</w:t>
            </w:r>
            <w:r>
              <w:fldChar w:fldCharType="end"/>
            </w:r>
          </w:p>
          <w:p w14:paraId="03705B78" w14:textId="77777777" w:rsidR="00F158E9" w:rsidRDefault="00F158E9">
            <w:pPr>
              <w:pStyle w:val="Heading4"/>
              <w:framePr w:w="9526" w:h="1474" w:wrap="notBeside" w:y="3063"/>
            </w:pPr>
            <w:r>
              <w:t>KÄSKKIRI</w:t>
            </w:r>
          </w:p>
        </w:tc>
      </w:tr>
      <w:tr w:rsidR="00F158E9" w14:paraId="1CEA3520" w14:textId="77777777">
        <w:trPr>
          <w:cantSplit/>
          <w:trHeight w:val="570"/>
        </w:trPr>
        <w:tc>
          <w:tcPr>
            <w:tcW w:w="5216" w:type="dxa"/>
            <w:tcBorders>
              <w:bottom w:val="nil"/>
            </w:tcBorders>
          </w:tcPr>
          <w:p w14:paraId="0E08B08D" w14:textId="77777777" w:rsidR="00F158E9" w:rsidRDefault="00F158E9">
            <w:pPr>
              <w:pStyle w:val="Heading4"/>
              <w:framePr w:w="9526" w:h="1474" w:wrap="notBeside" w:y="3063"/>
              <w:rPr>
                <w:sz w:val="22"/>
              </w:rPr>
            </w:pPr>
          </w:p>
          <w:p w14:paraId="7E69CE5C" w14:textId="77777777" w:rsidR="00F158E9" w:rsidRDefault="00F158E9"/>
        </w:tc>
        <w:tc>
          <w:tcPr>
            <w:tcW w:w="4309" w:type="dxa"/>
            <w:tcBorders>
              <w:bottom w:val="nil"/>
            </w:tcBorders>
          </w:tcPr>
          <w:p w14:paraId="3C1EA804" w14:textId="77777777" w:rsidR="00F158E9" w:rsidRDefault="00F158E9">
            <w:pPr>
              <w:pStyle w:val="Heading4"/>
              <w:framePr w:w="9526" w:h="1474" w:wrap="notBeside" w:y="3063"/>
              <w:rPr>
                <w:sz w:val="22"/>
              </w:rPr>
            </w:pPr>
          </w:p>
          <w:p w14:paraId="7F208062" w14:textId="77777777" w:rsidR="00F158E9" w:rsidRDefault="00330D03" w:rsidP="00887527">
            <w:r>
              <w:fldChar w:fldCharType="begin">
                <w:ffData>
                  <w:name w:val=""/>
                  <w:enabled/>
                  <w:calcOnExit w:val="0"/>
                  <w:helpText w:type="text" w:val="Sisestage siia kuupäev.&#10;&#10;Näiteks: &#10;01. aprilll 2012&#10;kuupäev vastavalt digitaalallkirja kuupäevale&#10;&#10;Seejärel liikuge Tab klahviga järgmisele väljale."/>
                  <w:statusText w:type="text" w:val="Sisestage siia kuupäev (vt F1)"/>
                  <w:textInput/>
                </w:ffData>
              </w:fldChar>
            </w:r>
            <w:r>
              <w:instrText xml:space="preserve"> FORMTEXT </w:instrText>
            </w:r>
            <w:r>
              <w:fldChar w:fldCharType="separate"/>
            </w:r>
            <w:r w:rsidR="00887527">
              <w:rPr>
                <w:noProof/>
              </w:rPr>
              <w:t>(digitaalallkirja kuupäev)</w:t>
            </w:r>
            <w:r>
              <w:fldChar w:fldCharType="end"/>
            </w:r>
            <w:r w:rsidR="00F158E9">
              <w:t xml:space="preserve"> nr </w:t>
            </w:r>
            <w:r>
              <w:fldChar w:fldCharType="begin">
                <w:ffData>
                  <w:name w:val=""/>
                  <w:enabled/>
                  <w:calcOnExit w:val="0"/>
                  <w:helpText w:type="text" w:val="Sisestage siia käskkirja viit.&#10;&#10;Näiteks: &#10;2-6/7&#10;2-6/number vastavalt faili nimes märgitule&#10;&#10;Seejärel liikuge Tab klahviga järgmisele väljale."/>
                  <w:statusText w:type="text" w:val="Sisestage siia käskkirja viit (vt F1)"/>
                  <w:textInput/>
                </w:ffData>
              </w:fldChar>
            </w:r>
            <w:r>
              <w:instrText xml:space="preserve"> FORMTEXT </w:instrText>
            </w:r>
            <w:r>
              <w:fldChar w:fldCharType="separate"/>
            </w:r>
            <w:r w:rsidR="00887527">
              <w:rPr>
                <w:noProof/>
              </w:rPr>
              <w:t>1-5/</w:t>
            </w:r>
            <w:r>
              <w:fldChar w:fldCharType="end"/>
            </w:r>
            <w:r w:rsidR="004D0C87">
              <w:t>5</w:t>
            </w:r>
          </w:p>
        </w:tc>
      </w:tr>
    </w:tbl>
    <w:p w14:paraId="6004DA79" w14:textId="77777777" w:rsidR="00F158E9" w:rsidRDefault="00F158E9">
      <w:pPr>
        <w:framePr w:w="9526" w:h="1474" w:wrap="notBeside" w:vAnchor="page" w:hAnchor="page" w:x="1702" w:y="3063"/>
        <w:rPr>
          <w:sz w:val="12"/>
        </w:rPr>
      </w:pPr>
    </w:p>
    <w:p w14:paraId="353E4998" w14:textId="77777777" w:rsidR="00F158E9" w:rsidRDefault="0037522C">
      <w:pPr>
        <w:framePr w:w="3289" w:h="851" w:wrap="around" w:vAnchor="page" w:hAnchor="page" w:x="8052" w:y="625"/>
        <w:rPr>
          <w:spacing w:val="0"/>
          <w:position w:val="0"/>
        </w:rPr>
      </w:pPr>
      <w:r>
        <w:rPr>
          <w:noProof/>
          <w:spacing w:val="0"/>
          <w:position w:val="0"/>
          <w:lang w:val="en-GB" w:eastAsia="en-GB"/>
        </w:rPr>
        <w:drawing>
          <wp:inline distT="0" distB="0" distL="0" distR="0" wp14:anchorId="735908CB" wp14:editId="39B34530">
            <wp:extent cx="2085975" cy="542925"/>
            <wp:effectExtent l="0" t="0" r="9525" b="9525"/>
            <wp:docPr id="1" name="Picture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K_logo_v"/>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85975" cy="542925"/>
                    </a:xfrm>
                    <a:prstGeom prst="rect">
                      <a:avLst/>
                    </a:prstGeom>
                    <a:noFill/>
                    <a:ln>
                      <a:noFill/>
                    </a:ln>
                  </pic:spPr>
                </pic:pic>
              </a:graphicData>
            </a:graphic>
          </wp:inline>
        </w:drawing>
      </w:r>
    </w:p>
    <w:bookmarkStart w:id="0" w:name="Text7"/>
    <w:p w14:paraId="02B5937C" w14:textId="3DB4CE62" w:rsidR="00F158E9" w:rsidRDefault="00D638ED">
      <w:pPr>
        <w:pStyle w:val="Heading1"/>
        <w:rPr>
          <w:noProof/>
        </w:rPr>
      </w:pPr>
      <w:r>
        <w:fldChar w:fldCharType="begin">
          <w:ffData>
            <w:name w:val="Text7"/>
            <w:enabled/>
            <w:calcOnExit w:val="0"/>
            <w:helpText w:type="text" w:val="Sisestage siia pealkiri.&#10;&#10;Näiteks: Puhkusele lubamine&#10;&#10;Seejärel liikuge Tab klahviga järgmisele väljale."/>
            <w:statusText w:type="text" w:val="Sisestage siia pealkiri (vt F1)"/>
            <w:textInput>
              <w:format w:val="Algsuurtäht"/>
            </w:textInput>
          </w:ffData>
        </w:fldChar>
      </w:r>
      <w:r>
        <w:instrText xml:space="preserve"> FORMTEXT </w:instrText>
      </w:r>
      <w:r>
        <w:fldChar w:fldCharType="separate"/>
      </w:r>
      <w:r w:rsidR="006030A5">
        <w:rPr>
          <w:noProof/>
        </w:rPr>
        <w:t>V</w:t>
      </w:r>
      <w:r w:rsidR="00887527" w:rsidRPr="00887527">
        <w:rPr>
          <w:noProof/>
        </w:rPr>
        <w:t>õsasaetööde</w:t>
      </w:r>
      <w:r w:rsidR="006030A5">
        <w:rPr>
          <w:noProof/>
        </w:rPr>
        <w:t xml:space="preserve"> </w:t>
      </w:r>
      <w:r w:rsidR="00887527" w:rsidRPr="00887527">
        <w:rPr>
          <w:noProof/>
        </w:rPr>
        <w:t>hinnaraamistike muutmine</w:t>
      </w:r>
      <w:r>
        <w:rPr>
          <w:noProof/>
        </w:rPr>
        <w:t> </w:t>
      </w:r>
      <w:r>
        <w:rPr>
          <w:noProof/>
        </w:rPr>
        <w:t> </w:t>
      </w:r>
      <w:r>
        <w:rPr>
          <w:noProof/>
        </w:rPr>
        <w:t> </w:t>
      </w:r>
    </w:p>
    <w:p w14:paraId="2A693826" w14:textId="3B60E1C2" w:rsidR="00F158E9" w:rsidRDefault="00D638ED" w:rsidP="00B024F2">
      <w:pPr>
        <w:pStyle w:val="Heading1"/>
        <w:rPr>
          <w:sz w:val="26"/>
        </w:rPr>
      </w:pPr>
      <w:r>
        <w:fldChar w:fldCharType="end"/>
      </w:r>
      <w:bookmarkEnd w:id="0"/>
    </w:p>
    <w:p w14:paraId="63026ECE" w14:textId="77777777" w:rsidR="00F158E9" w:rsidRDefault="00F158E9">
      <w:pPr>
        <w:sectPr w:rsidR="00F158E9">
          <w:headerReference w:type="default" r:id="rId12"/>
          <w:footerReference w:type="default" r:id="rId13"/>
          <w:headerReference w:type="first" r:id="rId14"/>
          <w:pgSz w:w="11906" w:h="16838" w:code="9"/>
          <w:pgMar w:top="3062" w:right="680" w:bottom="737" w:left="1701" w:header="454" w:footer="567" w:gutter="0"/>
          <w:cols w:space="708"/>
          <w:titlePg/>
        </w:sectPr>
      </w:pPr>
    </w:p>
    <w:p w14:paraId="6F61B411" w14:textId="0E2B742E" w:rsidR="00E069F9" w:rsidRDefault="00887527" w:rsidP="00887527">
      <w:pPr>
        <w:jc w:val="both"/>
      </w:pPr>
      <w:r>
        <w:t>Tulenevalt RMK juhatuse 26.03.2019 otsusega nr 1-32/35 kinnitatud „RMK metsakasvatustalituse põhimääruse“ punkti</w:t>
      </w:r>
      <w:r w:rsidR="003A4771">
        <w:t>de</w:t>
      </w:r>
      <w:r>
        <w:t xml:space="preserve">st </w:t>
      </w:r>
      <w:r w:rsidR="003D67CF">
        <w:t>5.4.1</w:t>
      </w:r>
      <w:r w:rsidR="003A4771">
        <w:t xml:space="preserve"> ja </w:t>
      </w:r>
      <w:r w:rsidR="005E7C3D">
        <w:t>5.4.5</w:t>
      </w:r>
      <w:r>
        <w:t xml:space="preserve"> ja </w:t>
      </w:r>
      <w:r w:rsidR="004B6CF1">
        <w:t xml:space="preserve">võsasaetööde kohaliku keskmise turuhinna olulise muutumise tõttu, </w:t>
      </w:r>
      <w:r w:rsidR="00B71640">
        <w:t>võttes arvesse</w:t>
      </w:r>
      <w:r w:rsidR="008108BE">
        <w:t xml:space="preserve"> alljärgnevat</w:t>
      </w:r>
      <w:r w:rsidR="00E069F9">
        <w:t xml:space="preserve">: </w:t>
      </w:r>
    </w:p>
    <w:p w14:paraId="1245EB36" w14:textId="77777777" w:rsidR="00E069F9" w:rsidRDefault="00E069F9" w:rsidP="00887527">
      <w:pPr>
        <w:jc w:val="both"/>
      </w:pPr>
    </w:p>
    <w:p w14:paraId="1F5D33FC" w14:textId="77777777" w:rsidR="009E0687" w:rsidRDefault="00123587" w:rsidP="00237491">
      <w:pPr>
        <w:pStyle w:val="ListParagraph"/>
        <w:numPr>
          <w:ilvl w:val="0"/>
          <w:numId w:val="5"/>
        </w:numPr>
        <w:ind w:left="0" w:firstLine="0"/>
        <w:jc w:val="both"/>
      </w:pPr>
      <w:r>
        <w:t>Eesti Metsatöötajate Ametiühingu 18.10.2022 avaldus</w:t>
      </w:r>
      <w:r w:rsidR="00CD1FFB">
        <w:t xml:space="preserve"> nr</w:t>
      </w:r>
      <w:r>
        <w:t xml:space="preserve"> </w:t>
      </w:r>
      <w:r w:rsidR="007A05AF">
        <w:t xml:space="preserve">1-7/2022/5671 „Pöördumine RMK raietööliste </w:t>
      </w:r>
      <w:r w:rsidR="00CD1FFB">
        <w:t>töötasu ja tingimuste kohta“</w:t>
      </w:r>
      <w:r w:rsidR="00237491">
        <w:t>;</w:t>
      </w:r>
    </w:p>
    <w:p w14:paraId="55A01B52" w14:textId="77777777" w:rsidR="00CD1FFB" w:rsidRDefault="00CD1FFB" w:rsidP="004B6CF1">
      <w:pPr>
        <w:pStyle w:val="ListParagraph"/>
        <w:ind w:left="0"/>
        <w:jc w:val="both"/>
      </w:pPr>
    </w:p>
    <w:p w14:paraId="7A44EB48" w14:textId="77777777" w:rsidR="00F158E9" w:rsidRDefault="005B256B" w:rsidP="000E1297">
      <w:pPr>
        <w:pStyle w:val="ListParagraph"/>
        <w:numPr>
          <w:ilvl w:val="0"/>
          <w:numId w:val="5"/>
        </w:numPr>
        <w:ind w:left="0" w:firstLine="0"/>
        <w:jc w:val="both"/>
      </w:pPr>
      <w:r>
        <w:t>Metsakasvatustööde (võsasaetööde ja mets</w:t>
      </w:r>
      <w:r w:rsidR="00B436B1">
        <w:t>a</w:t>
      </w:r>
      <w:r>
        <w:t>istutuse) turu-uuring</w:t>
      </w:r>
      <w:r w:rsidR="00B71640">
        <w:t>, viitenumber 257288</w:t>
      </w:r>
      <w:r w:rsidR="005154E7">
        <w:t>;</w:t>
      </w:r>
    </w:p>
    <w:p w14:paraId="410328D6" w14:textId="77777777" w:rsidR="00F4591E" w:rsidRDefault="00F4591E" w:rsidP="004B6CF1">
      <w:pPr>
        <w:pStyle w:val="ListParagraph"/>
        <w:ind w:left="0"/>
      </w:pPr>
    </w:p>
    <w:p w14:paraId="31426100" w14:textId="77777777" w:rsidR="00F4591E" w:rsidRPr="00F4591E" w:rsidRDefault="004C086C" w:rsidP="000E1297">
      <w:pPr>
        <w:pStyle w:val="ListParagraph"/>
        <w:numPr>
          <w:ilvl w:val="0"/>
          <w:numId w:val="5"/>
        </w:numPr>
        <w:ind w:left="0" w:firstLine="0"/>
        <w:jc w:val="both"/>
      </w:pPr>
      <w:r>
        <w:t>Metsakasvatuslike võsasaetööde minikonkur</w:t>
      </w:r>
      <w:r w:rsidR="00AC49BB">
        <w:t>s</w:t>
      </w:r>
      <w:r w:rsidR="008108BE">
        <w:t>s</w:t>
      </w:r>
      <w:r w:rsidR="00AC49BB">
        <w:t>i</w:t>
      </w:r>
      <w:r w:rsidR="008108BE">
        <w:t>de</w:t>
      </w:r>
      <w:r w:rsidR="00F4591E">
        <w:t xml:space="preserve"> </w:t>
      </w:r>
      <w:r w:rsidR="00A129F3">
        <w:t xml:space="preserve">tulemusi </w:t>
      </w:r>
      <w:r w:rsidR="00F4591E" w:rsidRPr="00FB48EF">
        <w:t>„Edela piirkonna metsakasvatuslikud võsasaetööd 2022 (viitenumber 254449)“, „Aimla-Olustvere-Kolga-Jaani (Viljandi maakond) võsasaetööd (viitenumber 254649)“,“ Aimla-Olustvere-Kolga-Jaani (Viljandi maakond) võsasaetööd (2)- Lõpetatud lepinguta (viitenumber 254650)“, „Edela piirkonna metsakasvatuslikud võsasaetööd 2022 (2) (viitenumber 255209)“, „Edela piirkonna metsakasvatuslikud võsasaetööd 2022 (3) (viitenumber 256095)“, „Edela piirkonna metsakasvatuslikud võsasaetööd 2022 (4) (viitenumber 256822)“,  „Kagu piirkonna metsakasvatuslikud võsasaetööd 2022 (viitenumber 254620), „Kagu piirkonna metsakasvatuslikud võsasaetööd 2022 (2) (viitenumber 255402)“, „Kagu piirkonna metsakasvatuslikud võsasaetööd 2022 (3) (viitenumber 256784)“, „Kirde piirkonna metsakasvatuslikud võsasaetööd 2022“ (viitenumber 254823)</w:t>
      </w:r>
      <w:r w:rsidR="00F4591E">
        <w:t>”</w:t>
      </w:r>
      <w:r w:rsidR="00A129F3">
        <w:t>;</w:t>
      </w:r>
    </w:p>
    <w:p w14:paraId="5A900CDF" w14:textId="77777777" w:rsidR="00562869" w:rsidRDefault="00562869" w:rsidP="004B6CF1">
      <w:pPr>
        <w:pStyle w:val="ListParagraph"/>
        <w:ind w:left="0"/>
      </w:pPr>
    </w:p>
    <w:p w14:paraId="634AB8FA" w14:textId="59A46C26" w:rsidR="00562869" w:rsidRDefault="00562869" w:rsidP="000E1297">
      <w:pPr>
        <w:pStyle w:val="ListParagraph"/>
        <w:numPr>
          <w:ilvl w:val="0"/>
          <w:numId w:val="5"/>
        </w:numPr>
        <w:ind w:left="0" w:firstLine="0"/>
        <w:jc w:val="both"/>
      </w:pPr>
      <w:r>
        <w:t xml:space="preserve">Statistikaameti </w:t>
      </w:r>
      <w:r w:rsidR="006D136F">
        <w:t xml:space="preserve">avaldatud </w:t>
      </w:r>
      <w:r>
        <w:t>tarbijahinnaindeksi</w:t>
      </w:r>
      <w:r w:rsidR="006D136F">
        <w:t>t</w:t>
      </w:r>
      <w:r w:rsidR="00384A88">
        <w:t xml:space="preserve"> </w:t>
      </w:r>
      <w:r w:rsidR="006D136F">
        <w:t xml:space="preserve">(THI) ning </w:t>
      </w:r>
      <w:r w:rsidR="00D1486F">
        <w:t xml:space="preserve">selle mõju </w:t>
      </w:r>
      <w:r w:rsidR="0082325A">
        <w:t xml:space="preserve">võsasaetööde </w:t>
      </w:r>
      <w:r w:rsidR="00571285">
        <w:t xml:space="preserve">1,0 </w:t>
      </w:r>
      <w:r w:rsidR="0064211F">
        <w:t>hinnaraamistikule</w:t>
      </w:r>
      <w:r w:rsidR="00DB26EF">
        <w:t xml:space="preserve">, võttes aluseks </w:t>
      </w:r>
      <w:r w:rsidR="00D1486F">
        <w:t xml:space="preserve">THI </w:t>
      </w:r>
      <w:r w:rsidR="00DB26EF">
        <w:t>muutuse november 202</w:t>
      </w:r>
      <w:r w:rsidR="00F94376">
        <w:t>1</w:t>
      </w:r>
      <w:r w:rsidR="00DB26EF">
        <w:t xml:space="preserve"> / november 202</w:t>
      </w:r>
      <w:r w:rsidR="00F94376">
        <w:t>2</w:t>
      </w:r>
      <w:r w:rsidR="00A129F3">
        <w:t>;</w:t>
      </w:r>
      <w:r w:rsidR="00DB26EF">
        <w:t xml:space="preserve"> </w:t>
      </w:r>
    </w:p>
    <w:p w14:paraId="05883B7F" w14:textId="77777777" w:rsidR="006B5E28" w:rsidRDefault="006B5E28" w:rsidP="006B5E28">
      <w:pPr>
        <w:pStyle w:val="ListParagraph"/>
      </w:pPr>
    </w:p>
    <w:p w14:paraId="565F1EB3" w14:textId="15D7BA27" w:rsidR="00BC7407" w:rsidRDefault="00887527" w:rsidP="000E1297">
      <w:pPr>
        <w:pStyle w:val="ListParagraph"/>
        <w:numPr>
          <w:ilvl w:val="0"/>
          <w:numId w:val="3"/>
        </w:numPr>
        <w:ind w:left="567" w:hanging="720"/>
        <w:jc w:val="both"/>
      </w:pPr>
      <w:r>
        <w:t xml:space="preserve">K i n n i t a n  </w:t>
      </w:r>
      <w:r w:rsidR="007A1A4A">
        <w:t>võsasaetööde</w:t>
      </w:r>
      <w:r w:rsidR="00BC7407">
        <w:t xml:space="preserve"> teenuste hinnaraamistike 1,0 taseme ühekordse </w:t>
      </w:r>
      <w:r w:rsidR="00FA596A">
        <w:t>muutmise +</w:t>
      </w:r>
      <w:r w:rsidR="00436BED">
        <w:t>6,57%</w:t>
      </w:r>
      <w:r w:rsidR="00BC7407">
        <w:t xml:space="preserve"> </w:t>
      </w:r>
      <w:r w:rsidR="00AE5335">
        <w:t>alates 01.01.2023</w:t>
      </w:r>
      <w:r w:rsidR="00BC7407">
        <w:t>:</w:t>
      </w:r>
    </w:p>
    <w:p w14:paraId="1A298F46" w14:textId="77777777" w:rsidR="00BC7407" w:rsidRDefault="00BC7407" w:rsidP="000E1297">
      <w:pPr>
        <w:ind w:left="567" w:hanging="720"/>
      </w:pPr>
    </w:p>
    <w:p w14:paraId="476A2687" w14:textId="77777777" w:rsidR="00BC7407" w:rsidRPr="00BC7407" w:rsidRDefault="00BC7407" w:rsidP="000E1297">
      <w:pPr>
        <w:pStyle w:val="ListParagraph"/>
        <w:numPr>
          <w:ilvl w:val="0"/>
          <w:numId w:val="3"/>
        </w:numPr>
        <w:ind w:left="567" w:hanging="720"/>
        <w:jc w:val="both"/>
      </w:pPr>
      <w:r w:rsidRPr="00BC7407">
        <w:t>Võtta k</w:t>
      </w:r>
      <w:r>
        <w:t>äesoleva</w:t>
      </w:r>
      <w:r w:rsidR="000F6F22">
        <w:t xml:space="preserve"> käskkirja</w:t>
      </w:r>
      <w:r>
        <w:t xml:space="preserve"> </w:t>
      </w:r>
      <w:r w:rsidRPr="00BC7407">
        <w:t>alusel muudetud hinnaraamistikud kasutusel</w:t>
      </w:r>
      <w:r>
        <w:t>e alates 01.0</w:t>
      </w:r>
      <w:r w:rsidR="000F7C02">
        <w:t>1</w:t>
      </w:r>
      <w:r>
        <w:t>.202</w:t>
      </w:r>
      <w:r w:rsidR="000F7C02">
        <w:t>3</w:t>
      </w:r>
      <w:r>
        <w:t>.</w:t>
      </w:r>
    </w:p>
    <w:p w14:paraId="4E54E86D" w14:textId="77777777" w:rsidR="00BC7407" w:rsidRDefault="00BC7407" w:rsidP="00BC7407">
      <w:pPr>
        <w:ind w:left="360"/>
      </w:pPr>
    </w:p>
    <w:p w14:paraId="3B6B6905" w14:textId="77777777" w:rsidR="00F158E9" w:rsidRDefault="00F158E9"/>
    <w:bookmarkStart w:id="1" w:name="Dropdown9"/>
    <w:p w14:paraId="22A8B883" w14:textId="77777777" w:rsidR="00F158E9" w:rsidRDefault="00D638ED">
      <w:r>
        <w:rPr>
          <w:spacing w:val="0"/>
          <w:position w:val="0"/>
        </w:rPr>
        <w:fldChar w:fldCharType="begin">
          <w:ffData>
            <w:name w:val="Dropdown9"/>
            <w:enabled/>
            <w:calcOnExit w:val="0"/>
            <w:helpText w:type="text" w:val="Tehke valik vastavalt allkirjastamise viisile.&#10;&#10;Kui käskkiri allkirjastatakse digitaalselt, avage rippmenüü ja tehke valik (allkirjastatud digitaalselt)&#10;&#10;Seejärel liikuge Tab klahviga järgmisele väljale."/>
            <w:statusText w:type="text" w:val="Tehke valik vastavalt allkirjastamise viisile (vt F1)"/>
            <w:ddList>
              <w:result w:val="1"/>
              <w:listEntry w:val="          "/>
              <w:listEntry w:val="(allkirjastatud digitaalselt)"/>
            </w:ddList>
          </w:ffData>
        </w:fldChar>
      </w:r>
      <w:r>
        <w:rPr>
          <w:spacing w:val="0"/>
          <w:position w:val="0"/>
        </w:rPr>
        <w:instrText xml:space="preserve"> FORMDROPDOWN </w:instrText>
      </w:r>
      <w:r w:rsidR="00000000">
        <w:rPr>
          <w:spacing w:val="0"/>
          <w:position w:val="0"/>
        </w:rPr>
      </w:r>
      <w:r w:rsidR="00000000">
        <w:rPr>
          <w:spacing w:val="0"/>
          <w:position w:val="0"/>
        </w:rPr>
        <w:fldChar w:fldCharType="separate"/>
      </w:r>
      <w:r>
        <w:rPr>
          <w:spacing w:val="0"/>
          <w:position w:val="0"/>
        </w:rPr>
        <w:fldChar w:fldCharType="end"/>
      </w:r>
      <w:bookmarkEnd w:id="1"/>
    </w:p>
    <w:p w14:paraId="3DBB4F4F" w14:textId="77777777" w:rsidR="00F158E9" w:rsidRDefault="00F158E9"/>
    <w:p w14:paraId="55DE5BBF" w14:textId="77777777" w:rsidR="00F158E9" w:rsidRDefault="00F158E9"/>
    <w:p w14:paraId="4E728441" w14:textId="77777777" w:rsidR="00F158E9" w:rsidRDefault="00D638ED">
      <w:r>
        <w:fldChar w:fldCharType="begin">
          <w:ffData>
            <w:name w:val=""/>
            <w:enabled/>
            <w:calcOnExit w:val="0"/>
            <w:helpText w:type="text" w:val="Sisestage siia allakirjutaja nimi.&#10;&#10;&#10;&#10;Seejärel liikuge Tab klahviga järgmisele väljale."/>
            <w:statusText w:type="text" w:val="Sisestage siia allakirjutaja nimi."/>
            <w:textInput/>
          </w:ffData>
        </w:fldChar>
      </w:r>
      <w:r>
        <w:instrText xml:space="preserve"> FORMTEXT </w:instrText>
      </w:r>
      <w:r>
        <w:fldChar w:fldCharType="separate"/>
      </w:r>
      <w:r w:rsidR="00BC7407">
        <w:rPr>
          <w:noProof/>
        </w:rPr>
        <w:t>Toomas Väät</w:t>
      </w:r>
      <w:r>
        <w:fldChar w:fldCharType="end"/>
      </w:r>
    </w:p>
    <w:p w14:paraId="1A489199" w14:textId="77777777" w:rsidR="00F158E9" w:rsidRDefault="00D638ED">
      <w:r>
        <w:fldChar w:fldCharType="begin">
          <w:ffData>
            <w:name w:val=""/>
            <w:enabled/>
            <w:calcOnExit w:val="0"/>
            <w:helpText w:type="text" w:val="Sisestage siia allakirjutaja ametinimetus.&#10;&#10;&#10;&#10;Seejärel liikuge Tab klahviga järgmisele väljale."/>
            <w:statusText w:type="text" w:val="Sisestage siia allakirjutaja ametinimetus."/>
            <w:textInput/>
          </w:ffData>
        </w:fldChar>
      </w:r>
      <w:r>
        <w:instrText xml:space="preserve"> FORMTEXT </w:instrText>
      </w:r>
      <w:r>
        <w:fldChar w:fldCharType="separate"/>
      </w:r>
      <w:r w:rsidR="00BC7407">
        <w:rPr>
          <w:noProof/>
        </w:rPr>
        <w:t>Metsakasvatustalituse juhataja</w:t>
      </w:r>
      <w:r>
        <w:fldChar w:fldCharType="end"/>
      </w:r>
    </w:p>
    <w:p w14:paraId="6D066835" w14:textId="77777777" w:rsidR="00F158E9" w:rsidRDefault="00F158E9"/>
    <w:p w14:paraId="54CE17C3" w14:textId="77777777" w:rsidR="00F158E9" w:rsidRDefault="00F158E9"/>
    <w:p w14:paraId="01728343" w14:textId="77777777" w:rsidR="00F158E9" w:rsidRDefault="00F158E9"/>
    <w:p w14:paraId="212258A4" w14:textId="77777777" w:rsidR="00F158E9" w:rsidRDefault="00F158E9"/>
    <w:p w14:paraId="3DAF4101" w14:textId="77777777" w:rsidR="00F158E9" w:rsidRDefault="00330D03">
      <w:r>
        <w:fldChar w:fldCharType="begin">
          <w:ffData>
            <w:name w:val=""/>
            <w:enabled/>
            <w:calcOnExit w:val="0"/>
            <w:helpText w:type="text" w:val="Sisestage siia koostaja nimi.&#10;&#10;&#10;&#10;Seejärel liikuge Tab klahviga järgmisele väljale."/>
            <w:statusText w:type="text" w:val="Sisestage siia koostaja nimi."/>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75D95E7" w14:textId="77777777" w:rsidR="00F158E9" w:rsidRDefault="00330D03">
      <w:r>
        <w:fldChar w:fldCharType="begin">
          <w:ffData>
            <w:name w:val=""/>
            <w:enabled/>
            <w:calcOnExit w:val="0"/>
            <w:helpText w:type="text" w:val="Sisestage siia koostaja ametinimetus.&#10;&#10;&#10;&#10;Seejärel liikuge Tab klahviga järgmisele väljale."/>
            <w:statusText w:type="text" w:val="Sisestage siia koostaja ametinimetus."/>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C4C6223" w14:textId="77777777" w:rsidR="00D638ED" w:rsidRDefault="00330D03">
      <w:r>
        <w:fldChar w:fldCharType="begin">
          <w:ffData>
            <w:name w:val=""/>
            <w:enabled/>
            <w:calcOnExit w:val="0"/>
            <w:helpText w:type="text" w:val="Sisestage siia koostamise kuupäev.&#10;&#10;Näiteks: 01. aprill 2012"/>
            <w:statusText w:type="text" w:val="Sisestage siia koostamise kuupäev (vt F1)"/>
            <w:textInput>
              <w:maxLength w:val="27"/>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sectPr w:rsidR="00D638ED">
      <w:footerReference w:type="default" r:id="rId15"/>
      <w:headerReference w:type="first" r:id="rId16"/>
      <w:footerReference w:type="first" r:id="rId17"/>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8F56C" w14:textId="77777777" w:rsidR="008A4488" w:rsidRDefault="008A4488">
      <w:r>
        <w:separator/>
      </w:r>
    </w:p>
  </w:endnote>
  <w:endnote w:type="continuationSeparator" w:id="0">
    <w:p w14:paraId="406F50B7" w14:textId="77777777" w:rsidR="008A4488" w:rsidRDefault="008A4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503DF" w14:textId="77777777" w:rsidR="00F158E9" w:rsidRDefault="00F158E9">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A2CE6" w14:textId="77777777" w:rsidR="00F158E9" w:rsidRDefault="00F158E9">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E6298" w14:textId="77777777" w:rsidR="00F158E9" w:rsidRDefault="00F158E9">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962B5" w14:textId="77777777" w:rsidR="008A4488" w:rsidRDefault="008A4488">
      <w:r>
        <w:separator/>
      </w:r>
    </w:p>
  </w:footnote>
  <w:footnote w:type="continuationSeparator" w:id="0">
    <w:p w14:paraId="082371FC" w14:textId="77777777" w:rsidR="008A4488" w:rsidRDefault="008A44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9D774" w14:textId="77777777" w:rsidR="00F158E9" w:rsidRDefault="00F158E9">
    <w:pPr>
      <w:pStyle w:val="Header"/>
    </w:pPr>
    <w:r>
      <w:fldChar w:fldCharType="begin"/>
    </w:r>
    <w:r>
      <w:instrText xml:space="preserve"> PAGE </w:instrText>
    </w:r>
    <w:r>
      <w:fldChar w:fldCharType="separate"/>
    </w:r>
    <w:r w:rsidR="00237491">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B427B" w14:textId="77777777" w:rsidR="00F158E9" w:rsidRDefault="00F158E9">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DC715" w14:textId="77777777" w:rsidR="00F158E9" w:rsidRDefault="00F158E9">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14507EFE"/>
    <w:multiLevelType w:val="multilevel"/>
    <w:tmpl w:val="3EA6E3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2645E23"/>
    <w:multiLevelType w:val="multilevel"/>
    <w:tmpl w:val="5C8A92D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4" w15:restartNumberingAfterBreak="0">
    <w:nsid w:val="71965729"/>
    <w:multiLevelType w:val="hybridMultilevel"/>
    <w:tmpl w:val="C1FEB0D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142279290">
    <w:abstractNumId w:val="0"/>
  </w:num>
  <w:num w:numId="2" w16cid:durableId="1742676039">
    <w:abstractNumId w:val="3"/>
  </w:num>
  <w:num w:numId="3" w16cid:durableId="926034873">
    <w:abstractNumId w:val="1"/>
  </w:num>
  <w:num w:numId="4" w16cid:durableId="2779544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906052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527"/>
    <w:rsid w:val="000E1297"/>
    <w:rsid w:val="000F6F22"/>
    <w:rsid w:val="000F7C02"/>
    <w:rsid w:val="00123587"/>
    <w:rsid w:val="0013508A"/>
    <w:rsid w:val="001C068A"/>
    <w:rsid w:val="001F110F"/>
    <w:rsid w:val="00221303"/>
    <w:rsid w:val="00237491"/>
    <w:rsid w:val="0027066C"/>
    <w:rsid w:val="002C3B5F"/>
    <w:rsid w:val="00330D03"/>
    <w:rsid w:val="00343314"/>
    <w:rsid w:val="0037522C"/>
    <w:rsid w:val="00384A88"/>
    <w:rsid w:val="003A4771"/>
    <w:rsid w:val="003D67CF"/>
    <w:rsid w:val="00436BED"/>
    <w:rsid w:val="00441FF1"/>
    <w:rsid w:val="0046535E"/>
    <w:rsid w:val="004A15D2"/>
    <w:rsid w:val="004B6CF1"/>
    <w:rsid w:val="004C086C"/>
    <w:rsid w:val="004D0C87"/>
    <w:rsid w:val="005154E7"/>
    <w:rsid w:val="005512BD"/>
    <w:rsid w:val="00562869"/>
    <w:rsid w:val="00571285"/>
    <w:rsid w:val="005B256B"/>
    <w:rsid w:val="005B39CA"/>
    <w:rsid w:val="005E7C3D"/>
    <w:rsid w:val="006030A5"/>
    <w:rsid w:val="006308C3"/>
    <w:rsid w:val="0064211F"/>
    <w:rsid w:val="00672CDA"/>
    <w:rsid w:val="00685CAA"/>
    <w:rsid w:val="006B5E28"/>
    <w:rsid w:val="006D136F"/>
    <w:rsid w:val="007150E7"/>
    <w:rsid w:val="007350CC"/>
    <w:rsid w:val="0074670D"/>
    <w:rsid w:val="00787E90"/>
    <w:rsid w:val="007A05AF"/>
    <w:rsid w:val="007A1A4A"/>
    <w:rsid w:val="008108BE"/>
    <w:rsid w:val="00816533"/>
    <w:rsid w:val="0082325A"/>
    <w:rsid w:val="008715E8"/>
    <w:rsid w:val="00887527"/>
    <w:rsid w:val="008912AC"/>
    <w:rsid w:val="008A4488"/>
    <w:rsid w:val="009E0687"/>
    <w:rsid w:val="009E24DD"/>
    <w:rsid w:val="00A129F3"/>
    <w:rsid w:val="00AC49BB"/>
    <w:rsid w:val="00AD6D97"/>
    <w:rsid w:val="00AE5335"/>
    <w:rsid w:val="00B024F2"/>
    <w:rsid w:val="00B23E37"/>
    <w:rsid w:val="00B436B1"/>
    <w:rsid w:val="00B71640"/>
    <w:rsid w:val="00BA2DA2"/>
    <w:rsid w:val="00BC7407"/>
    <w:rsid w:val="00C00E74"/>
    <w:rsid w:val="00C221A3"/>
    <w:rsid w:val="00C62C50"/>
    <w:rsid w:val="00CD1FFB"/>
    <w:rsid w:val="00D1486F"/>
    <w:rsid w:val="00D638ED"/>
    <w:rsid w:val="00D751B0"/>
    <w:rsid w:val="00D7713C"/>
    <w:rsid w:val="00D8590B"/>
    <w:rsid w:val="00DA4991"/>
    <w:rsid w:val="00DB26EF"/>
    <w:rsid w:val="00E00EFE"/>
    <w:rsid w:val="00E069F9"/>
    <w:rsid w:val="00E17E41"/>
    <w:rsid w:val="00F158E9"/>
    <w:rsid w:val="00F4591E"/>
    <w:rsid w:val="00F471FF"/>
    <w:rsid w:val="00F94376"/>
    <w:rsid w:val="00FA596A"/>
    <w:rsid w:val="00FB2894"/>
    <w:rsid w:val="00FF44A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2A3F32"/>
  <w15:docId w15:val="{31956DAD-BC1F-4AA6-BEF5-B06F37C49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pacing w:val="2"/>
      <w:position w:val="6"/>
      <w:sz w:val="24"/>
      <w:lang w:eastAsia="en-US"/>
    </w:rPr>
  </w:style>
  <w:style w:type="paragraph" w:styleId="Heading1">
    <w:name w:val="heading 1"/>
    <w:basedOn w:val="Normal"/>
    <w:next w:val="Normal"/>
    <w:qFormat/>
    <w:pPr>
      <w:keepNext/>
      <w:outlineLvl w:val="0"/>
    </w:pPr>
    <w:rPr>
      <w:b/>
      <w:kern w:val="28"/>
    </w:rPr>
  </w:style>
  <w:style w:type="paragraph" w:styleId="Heading2">
    <w:name w:val="heading 2"/>
    <w:aliases w:val="(sama)"/>
    <w:basedOn w:val="Normal"/>
    <w:next w:val="Normal"/>
    <w:qFormat/>
    <w:pPr>
      <w:keepNext/>
      <w:outlineLvl w:val="1"/>
    </w:pPr>
    <w:rPr>
      <w:b/>
    </w:rPr>
  </w:style>
  <w:style w:type="paragraph" w:styleId="Heading3">
    <w:name w:val="heading 3"/>
    <w:aliases w:val="( sama)"/>
    <w:basedOn w:val="Normal"/>
    <w:next w:val="Normal"/>
    <w:qFormat/>
    <w:pPr>
      <w:keepNext/>
      <w:outlineLvl w:val="2"/>
    </w:pPr>
    <w:rPr>
      <w:b/>
    </w:rPr>
  </w:style>
  <w:style w:type="paragraph" w:styleId="Heading4">
    <w:name w:val="heading 4"/>
    <w:basedOn w:val="Normal"/>
    <w:next w:val="Normal"/>
    <w:qFormat/>
    <w:pPr>
      <w:keepNext/>
      <w:framePr w:w="9373" w:h="2155" w:wrap="notBeside" w:vAnchor="page" w:hAnchor="page" w:x="1702" w:y="3120"/>
      <w:outlineLvl w:val="3"/>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jc w:val="center"/>
    </w:pPr>
    <w:rPr>
      <w:spacing w:val="0"/>
      <w:position w:val="0"/>
      <w:sz w:val="20"/>
    </w:rPr>
  </w:style>
  <w:style w:type="paragraph" w:customStyle="1" w:styleId="Numbering">
    <w:name w:val="Numbering"/>
    <w:basedOn w:val="Normal"/>
    <w:pPr>
      <w:numPr>
        <w:numId w:val="1"/>
      </w:numPr>
    </w:pPr>
  </w:style>
  <w:style w:type="paragraph" w:customStyle="1" w:styleId="Bulleting">
    <w:name w:val="Bulleting."/>
    <w:basedOn w:val="Normal"/>
    <w:pPr>
      <w:numPr>
        <w:numId w:val="2"/>
      </w:numPr>
      <w:tabs>
        <w:tab w:val="clear" w:pos="360"/>
      </w:tabs>
    </w:pPr>
  </w:style>
  <w:style w:type="paragraph" w:styleId="Footer">
    <w:name w:val="footer"/>
    <w:basedOn w:val="Normal"/>
    <w:rPr>
      <w:spacing w:val="0"/>
      <w:position w:val="0"/>
      <w:sz w:val="20"/>
    </w:rPr>
  </w:style>
  <w:style w:type="paragraph" w:styleId="Caption">
    <w:name w:val="caption"/>
    <w:basedOn w:val="Normal"/>
    <w:next w:val="Normal"/>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ListParagraph">
    <w:name w:val="List Paragraph"/>
    <w:basedOn w:val="Normal"/>
    <w:uiPriority w:val="34"/>
    <w:qFormat/>
    <w:rsid w:val="00887527"/>
    <w:pPr>
      <w:ind w:left="720"/>
      <w:contextualSpacing/>
    </w:pPr>
  </w:style>
  <w:style w:type="character" w:styleId="CommentReference">
    <w:name w:val="annotation reference"/>
    <w:basedOn w:val="DefaultParagraphFont"/>
    <w:semiHidden/>
    <w:unhideWhenUsed/>
    <w:rsid w:val="003A4771"/>
    <w:rPr>
      <w:sz w:val="16"/>
      <w:szCs w:val="16"/>
    </w:rPr>
  </w:style>
  <w:style w:type="paragraph" w:styleId="CommentText">
    <w:name w:val="annotation text"/>
    <w:basedOn w:val="Normal"/>
    <w:link w:val="CommentTextChar"/>
    <w:semiHidden/>
    <w:unhideWhenUsed/>
    <w:rsid w:val="003A4771"/>
    <w:rPr>
      <w:sz w:val="20"/>
    </w:rPr>
  </w:style>
  <w:style w:type="character" w:customStyle="1" w:styleId="CommentTextChar">
    <w:name w:val="Comment Text Char"/>
    <w:basedOn w:val="DefaultParagraphFont"/>
    <w:link w:val="CommentText"/>
    <w:semiHidden/>
    <w:rsid w:val="003A4771"/>
    <w:rPr>
      <w:spacing w:val="2"/>
      <w:position w:val="6"/>
      <w:lang w:eastAsia="en-US"/>
    </w:rPr>
  </w:style>
  <w:style w:type="paragraph" w:styleId="CommentSubject">
    <w:name w:val="annotation subject"/>
    <w:basedOn w:val="CommentText"/>
    <w:next w:val="CommentText"/>
    <w:link w:val="CommentSubjectChar"/>
    <w:semiHidden/>
    <w:unhideWhenUsed/>
    <w:rsid w:val="003A4771"/>
    <w:rPr>
      <w:b/>
      <w:bCs/>
    </w:rPr>
  </w:style>
  <w:style w:type="character" w:customStyle="1" w:styleId="CommentSubjectChar">
    <w:name w:val="Comment Subject Char"/>
    <w:basedOn w:val="CommentTextChar"/>
    <w:link w:val="CommentSubject"/>
    <w:semiHidden/>
    <w:rsid w:val="003A4771"/>
    <w:rPr>
      <w:b/>
      <w:bCs/>
      <w:spacing w:val="2"/>
      <w:position w:val="6"/>
      <w:lang w:eastAsia="en-US"/>
    </w:rPr>
  </w:style>
  <w:style w:type="paragraph" w:styleId="BalloonText">
    <w:name w:val="Balloon Text"/>
    <w:basedOn w:val="Normal"/>
    <w:link w:val="BalloonTextChar"/>
    <w:semiHidden/>
    <w:unhideWhenUsed/>
    <w:rsid w:val="003A4771"/>
    <w:rPr>
      <w:rFonts w:ascii="Segoe UI" w:hAnsi="Segoe UI" w:cs="Segoe UI"/>
      <w:sz w:val="18"/>
      <w:szCs w:val="18"/>
    </w:rPr>
  </w:style>
  <w:style w:type="character" w:customStyle="1" w:styleId="BalloonTextChar">
    <w:name w:val="Balloon Text Char"/>
    <w:basedOn w:val="DefaultParagraphFont"/>
    <w:link w:val="BalloonText"/>
    <w:semiHidden/>
    <w:rsid w:val="003A4771"/>
    <w:rPr>
      <w:rFonts w:ascii="Segoe UI" w:hAnsi="Segoe UI" w:cs="Segoe UI"/>
      <w:spacing w:val="2"/>
      <w:position w:val="6"/>
      <w:sz w:val="18"/>
      <w:szCs w:val="18"/>
      <w:lang w:eastAsia="en-US"/>
    </w:rPr>
  </w:style>
  <w:style w:type="paragraph" w:styleId="Revision">
    <w:name w:val="Revision"/>
    <w:hidden/>
    <w:uiPriority w:val="99"/>
    <w:semiHidden/>
    <w:rsid w:val="000E1297"/>
    <w:rPr>
      <w:spacing w:val="2"/>
      <w:position w:val="6"/>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847496">
      <w:bodyDiv w:val="1"/>
      <w:marLeft w:val="0"/>
      <w:marRight w:val="0"/>
      <w:marTop w:val="0"/>
      <w:marBottom w:val="0"/>
      <w:divBdr>
        <w:top w:val="none" w:sz="0" w:space="0" w:color="auto"/>
        <w:left w:val="none" w:sz="0" w:space="0" w:color="auto"/>
        <w:bottom w:val="none" w:sz="0" w:space="0" w:color="auto"/>
        <w:right w:val="none" w:sz="0" w:space="0" w:color="auto"/>
      </w:divBdr>
    </w:div>
    <w:div w:id="206544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liis.nurk\Downloads\k&#228;skkir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2" ma:contentTypeDescription="Create a new document." ma:contentTypeScope="" ma:versionID="6832a23c1efd71fb751b80624aada02d">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994fbf8f5960b6feafabb021cf71f222"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3b9ebb5b-32c4-4bac-adc3-9c6b20a212e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41EC1-2B87-46D6-B9DA-987E88680A2A}">
  <ds:schemaRefs>
    <ds:schemaRef ds:uri="http://schemas.microsoft.com/sharepoint/v3/contenttype/forms"/>
  </ds:schemaRefs>
</ds:datastoreItem>
</file>

<file path=customXml/itemProps2.xml><?xml version="1.0" encoding="utf-8"?>
<ds:datastoreItem xmlns:ds="http://schemas.openxmlformats.org/officeDocument/2006/customXml" ds:itemID="{EB389C27-6108-42F7-A598-A886B7BC4A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51BEDC-5231-41BB-9EA3-F8830A5B44D4}">
  <ds:schemaRefs>
    <ds:schemaRef ds:uri="http://schemas.microsoft.com/office/2006/metadata/properties"/>
    <ds:schemaRef ds:uri="http://schemas.microsoft.com/office/infopath/2007/PartnerControls"/>
    <ds:schemaRef ds:uri="3b9ebb5b-32c4-4bac-adc3-9c6b20a212e0"/>
  </ds:schemaRefs>
</ds:datastoreItem>
</file>

<file path=customXml/itemProps4.xml><?xml version="1.0" encoding="utf-8"?>
<ds:datastoreItem xmlns:ds="http://schemas.openxmlformats.org/officeDocument/2006/customXml" ds:itemID="{B0D50BE2-7CA0-48BE-95D5-D5BD3BF85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käskkiri</Template>
  <TotalTime>3</TotalTime>
  <Pages>2</Pages>
  <Words>302</Words>
  <Characters>1725</Characters>
  <Application>Microsoft Office Word</Application>
  <DocSecurity>0</DocSecurity>
  <Lines>14</Lines>
  <Paragraphs>4</Paragraphs>
  <ScaleCrop>false</ScaleCrop>
  <HeadingPairs>
    <vt:vector size="6" baseType="variant">
      <vt:variant>
        <vt:lpstr>Title</vt:lpstr>
      </vt:variant>
      <vt:variant>
        <vt:i4>1</vt:i4>
      </vt:variant>
      <vt:variant>
        <vt:lpstr>Pealkiri</vt:lpstr>
      </vt:variant>
      <vt:variant>
        <vt:i4>1</vt:i4>
      </vt:variant>
      <vt:variant>
        <vt:lpstr>Pealkirjad</vt:lpstr>
      </vt:variant>
      <vt:variant>
        <vt:i4>3</vt:i4>
      </vt:variant>
    </vt:vector>
  </HeadingPairs>
  <TitlesOfParts>
    <vt:vector size="5" baseType="lpstr">
      <vt:lpstr/>
      <vt:lpstr/>
      <vt:lpstr>Maapinna ettevalmistamise, masinistutuse ja võsasaetööde</vt:lpstr>
      <vt:lpstr>hinnaraamistike erakorraline muutmine   </vt:lpstr>
      <vt:lpstr/>
    </vt:vector>
  </TitlesOfParts>
  <Company>DF Ltd., Parnu mnt 154, 11317 Tallinn, Estonia</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Anneliis Nurk</dc:creator>
  <dc:description>Ver 2.0, 01.2013</dc:description>
  <cp:lastModifiedBy>Toomas Väät</cp:lastModifiedBy>
  <cp:revision>4</cp:revision>
  <cp:lastPrinted>2003-07-14T19:24:00Z</cp:lastPrinted>
  <dcterms:created xsi:type="dcterms:W3CDTF">2023-02-06T12:20:00Z</dcterms:created>
  <dcterms:modified xsi:type="dcterms:W3CDTF">2023-02-06T12:23:00Z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